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A71" w:rsidRPr="003A420A" w:rsidRDefault="00F72A71" w:rsidP="006775BF">
      <w:pPr>
        <w:rPr>
          <w:rFonts w:ascii="Times New Roman" w:hAnsi="Times New Roman" w:cs="Times New Roman"/>
          <w:b/>
          <w:bCs/>
          <w:sz w:val="28"/>
          <w:szCs w:val="28"/>
        </w:rPr>
      </w:pPr>
      <w:r w:rsidRPr="003A420A">
        <w:rPr>
          <w:rFonts w:ascii="Times New Roman" w:hAnsi="Times New Roman" w:cs="Times New Roman"/>
          <w:b/>
          <w:bCs/>
          <w:sz w:val="28"/>
          <w:szCs w:val="28"/>
        </w:rPr>
        <w:t>Learn to Fully Take Advantage of Your Phone Line FREE Energy Potential</w:t>
      </w:r>
    </w:p>
    <w:p w:rsidR="00F72A71" w:rsidRDefault="00F72A71">
      <w:pPr>
        <w:rPr>
          <w:rFonts w:ascii="Times New Roman" w:hAnsi="Times New Roman" w:cs="Times New Roman"/>
          <w:sz w:val="24"/>
          <w:szCs w:val="24"/>
        </w:rPr>
      </w:pPr>
      <w:r>
        <w:rPr>
          <w:rFonts w:ascii="Times New Roman" w:hAnsi="Times New Roman" w:cs="Times New Roman"/>
          <w:sz w:val="24"/>
          <w:szCs w:val="24"/>
        </w:rPr>
        <w:t xml:space="preserve">There are millions of things we pass by each and every day without giving them enough attention, without exploring them and fully understand how these things can make our lives easier. One of those things which can be extremely useful for a family and which is usually neglected is the phone line. There are very few people who know that behind the simple appearance of the phone line lays a small treasure that each and every individual can take advantage of.  Are you curios what this is all about? Read on and find out how you can transform your phone line into one of the most useful things from your house. </w:t>
      </w:r>
    </w:p>
    <w:p w:rsidR="00F72A71" w:rsidRDefault="00F72A71">
      <w:pPr>
        <w:rPr>
          <w:rFonts w:ascii="Times New Roman" w:hAnsi="Times New Roman" w:cs="Times New Roman"/>
          <w:sz w:val="24"/>
          <w:szCs w:val="24"/>
        </w:rPr>
      </w:pPr>
      <w:r>
        <w:rPr>
          <w:rFonts w:ascii="Times New Roman" w:hAnsi="Times New Roman" w:cs="Times New Roman"/>
          <w:sz w:val="24"/>
          <w:szCs w:val="24"/>
        </w:rPr>
        <w:t xml:space="preserve">You have probably noticed that your phone is only connected to the phone line, it does not require to be plugged in the power outlet and it works perfectly every moment of the day. This is possible due to the fact that inside the phone line there is electricity which powers the phone and supports the conversation. This power is part of the services you pay for when giving money to the phone company. Thus, if you are paying for this electricity, why not fully take advantage of it? You can do this by gathering the extra energy from the system (mostly during the nighttime) and use it for powering your own electric appliances. This will significantly decrease the amount of money you will have to pay o the electricity provider, without yet affecting your comfort. </w:t>
      </w:r>
    </w:p>
    <w:p w:rsidR="00F72A71" w:rsidRDefault="00F72A71">
      <w:pPr>
        <w:rPr>
          <w:rFonts w:ascii="Times New Roman" w:hAnsi="Times New Roman" w:cs="Times New Roman"/>
          <w:sz w:val="24"/>
          <w:szCs w:val="24"/>
        </w:rPr>
      </w:pPr>
      <w:r>
        <w:rPr>
          <w:rFonts w:ascii="Times New Roman" w:hAnsi="Times New Roman" w:cs="Times New Roman"/>
          <w:sz w:val="24"/>
          <w:szCs w:val="24"/>
        </w:rPr>
        <w:t xml:space="preserve">To be able of using the phone line for powering your household goods, you will need a special system that will gather the energy and make it ready to use inside the house. You may ask why you need this system. Well, the electricity which runs through the phone wires has a smaller intensity than the one needed to power the electrical appliances, so this energy will have to be transformed in order to be used for household appliances. It may seem complicated, but in fact it is quite simple. In no more than an hour you will build the system and then you will be ready to gather energy. In other few hours your system will have gathered enough energy to switch some of your appliances from the power coming from the power outlet to the power coming from the phone line. </w:t>
      </w:r>
    </w:p>
    <w:p w:rsidR="00F72A71" w:rsidRPr="006775BF" w:rsidRDefault="00F72A71">
      <w:pPr>
        <w:rPr>
          <w:rFonts w:ascii="Times New Roman" w:hAnsi="Times New Roman" w:cs="Times New Roman"/>
          <w:sz w:val="24"/>
          <w:szCs w:val="24"/>
        </w:rPr>
      </w:pPr>
      <w:bookmarkStart w:id="0" w:name="_GoBack"/>
      <w:bookmarkEnd w:id="0"/>
    </w:p>
    <w:sectPr w:rsidR="00F72A71" w:rsidRPr="006775BF" w:rsidSect="006775BF">
      <w:pgSz w:w="12240" w:h="15840"/>
      <w:pgMar w:top="284"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AF3D22"/>
    <w:multiLevelType w:val="hybridMultilevel"/>
    <w:tmpl w:val="0CC64B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75BF"/>
    <w:rsid w:val="002F6FA7"/>
    <w:rsid w:val="003A420A"/>
    <w:rsid w:val="004B1778"/>
    <w:rsid w:val="00506149"/>
    <w:rsid w:val="005B7552"/>
    <w:rsid w:val="006775BF"/>
    <w:rsid w:val="006824F4"/>
    <w:rsid w:val="00A1127C"/>
    <w:rsid w:val="00A868BA"/>
    <w:rsid w:val="00C50C9E"/>
    <w:rsid w:val="00CA5891"/>
    <w:rsid w:val="00D56F67"/>
    <w:rsid w:val="00D9311F"/>
    <w:rsid w:val="00E01EC7"/>
    <w:rsid w:val="00F00428"/>
    <w:rsid w:val="00F72A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11F"/>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775B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TotalTime>
  <Pages>1</Pages>
  <Words>332</Words>
  <Characters>1895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joe</cp:lastModifiedBy>
  <cp:revision>26</cp:revision>
  <dcterms:created xsi:type="dcterms:W3CDTF">2010-09-21T09:02:00Z</dcterms:created>
  <dcterms:modified xsi:type="dcterms:W3CDTF">2010-09-23T00:00:00Z</dcterms:modified>
</cp:coreProperties>
</file>